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7155" w:rsidRDefault="00CF7155">
      <w:pPr>
        <w:rPr>
          <w:rFonts w:ascii="Century Gothic" w:hAnsi="Century Gothic"/>
          <w:b/>
          <w:sz w:val="20"/>
          <w:szCs w:val="20"/>
        </w:rPr>
      </w:pPr>
      <w:r w:rsidRPr="00420374">
        <w:rPr>
          <w:rFonts w:ascii="Century Gothic" w:hAnsi="Century Gothic"/>
          <w:b/>
          <w:sz w:val="20"/>
          <w:szCs w:val="20"/>
        </w:rPr>
        <w:t>3</w:t>
      </w:r>
      <w:r w:rsidRPr="00420374">
        <w:rPr>
          <w:rFonts w:ascii="Century Gothic" w:hAnsi="Century Gothic"/>
          <w:b/>
          <w:sz w:val="20"/>
          <w:szCs w:val="20"/>
          <w:vertAlign w:val="superscript"/>
        </w:rPr>
        <w:t>rd</w:t>
      </w:r>
      <w:r w:rsidRPr="00420374">
        <w:rPr>
          <w:rFonts w:ascii="Century Gothic" w:hAnsi="Century Gothic"/>
          <w:b/>
          <w:sz w:val="20"/>
          <w:szCs w:val="20"/>
        </w:rPr>
        <w:t xml:space="preserve"> Grade Language Lesson Plans for Mrs. Dean</w:t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b/>
          <w:sz w:val="20"/>
          <w:szCs w:val="20"/>
        </w:rPr>
        <w:t>9:00-9:30</w:t>
      </w:r>
      <w:r>
        <w:rPr>
          <w:rFonts w:ascii="Century Gothic" w:hAnsi="Century Gothic"/>
          <w:b/>
          <w:sz w:val="20"/>
          <w:szCs w:val="20"/>
        </w:rPr>
        <w:tab/>
        <w:t>Week of: Oct. 10-14, 2011</w:t>
      </w:r>
    </w:p>
    <w:p w:rsidR="00CF7155" w:rsidRDefault="00CF7155">
      <w:pPr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Singular Possessive Nouns Unit: 9 Spelling</w:t>
      </w:r>
    </w:p>
    <w:p w:rsidR="00CF7155" w:rsidRDefault="00CF7155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Monday- </w:t>
      </w:r>
      <w:r>
        <w:rPr>
          <w:rFonts w:ascii="Century Gothic" w:hAnsi="Century Gothic"/>
          <w:sz w:val="20"/>
          <w:szCs w:val="20"/>
        </w:rPr>
        <w:t>COS 3.1, 3.2, 3.3, 3.4, 3.9, 3.10, 3.11 Obj. SW complete a pretest on Unit 9 Spelling Words; define &amp; identify singular possessive nouns &amp; spell them correctly</w:t>
      </w:r>
    </w:p>
    <w:p w:rsidR="00CF7155" w:rsidRPr="008412C6" w:rsidRDefault="00CF7155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Activities- </w:t>
      </w:r>
      <w:r>
        <w:rPr>
          <w:rFonts w:ascii="Century Gothic" w:hAnsi="Century Gothic"/>
          <w:sz w:val="20"/>
          <w:szCs w:val="20"/>
        </w:rPr>
        <w:t>1)Review Morning Work from DOL 2) Spelling Unit 8 Pretest 3)Go over Spelling words &amp; patterns orally, &amp; SW highlight any misspelled words from the pretest 4)Read together blue box page 98 5)Guided Practice pg 98 part A by telling hand &amp; releasing answers 6)SW who missed any spelling words will write words correctly 5x’s each; students who made 100 will have quiet free time</w:t>
      </w:r>
    </w:p>
    <w:p w:rsidR="00CF7155" w:rsidRDefault="00CF7155">
      <w:pPr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Materials- </w:t>
      </w:r>
      <w:r>
        <w:rPr>
          <w:rFonts w:ascii="Century Gothic" w:hAnsi="Century Gothic"/>
          <w:sz w:val="20"/>
          <w:szCs w:val="20"/>
        </w:rPr>
        <w:t>DOL, Unit 9 Spelling, Loose leaf paper, Grammar/Writing Book, Highlighters</w:t>
      </w:r>
      <w:r>
        <w:rPr>
          <w:rFonts w:ascii="Century Gothic" w:hAnsi="Century Gothic"/>
          <w:b/>
          <w:sz w:val="20"/>
          <w:szCs w:val="20"/>
        </w:rPr>
        <w:t xml:space="preserve"> </w:t>
      </w:r>
    </w:p>
    <w:p w:rsidR="00CF7155" w:rsidRDefault="00CF7155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Tuesday- </w:t>
      </w:r>
      <w:r>
        <w:rPr>
          <w:rFonts w:ascii="Century Gothic" w:hAnsi="Century Gothic"/>
          <w:sz w:val="20"/>
          <w:szCs w:val="20"/>
        </w:rPr>
        <w:t>COS See Monday Obj. SW sort Unit 9 spelling words; use singular possessive nouns in writing</w:t>
      </w:r>
    </w:p>
    <w:p w:rsidR="00CF7155" w:rsidRPr="00E84BA9" w:rsidRDefault="00CF7155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Activities- </w:t>
      </w:r>
      <w:r>
        <w:rPr>
          <w:rFonts w:ascii="Century Gothic" w:hAnsi="Century Gothic"/>
          <w:sz w:val="20"/>
          <w:szCs w:val="20"/>
        </w:rPr>
        <w:t>1)Review Morning Work from DOL 2)TW supply each child with a spelling word; SW sort spelling word on the board while saying the word; choral read spelling words 3)Review singular possessive nouns pg 98 4)Guided Practice pg 100 orally 5)Independent Practice pg 101</w:t>
      </w:r>
    </w:p>
    <w:p w:rsidR="00CF7155" w:rsidRDefault="00CF7155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Materials- </w:t>
      </w:r>
      <w:r>
        <w:rPr>
          <w:rFonts w:ascii="Century Gothic" w:hAnsi="Century Gothic"/>
          <w:sz w:val="20"/>
          <w:szCs w:val="20"/>
        </w:rPr>
        <w:t>DOL, Paper, Pencil, Unit 9 Spelling, Grammar &amp; Writing Books</w:t>
      </w:r>
    </w:p>
    <w:p w:rsidR="00CF7155" w:rsidRDefault="00CF7155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Wednesday-</w:t>
      </w:r>
      <w:r>
        <w:rPr>
          <w:rFonts w:ascii="Century Gothic" w:hAnsi="Century Gothic"/>
          <w:sz w:val="20"/>
          <w:szCs w:val="20"/>
        </w:rPr>
        <w:t xml:space="preserve"> COS See Monday Obj. SW- Continued</w:t>
      </w:r>
    </w:p>
    <w:p w:rsidR="00CF7155" w:rsidRDefault="00CF7155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Activities- </w:t>
      </w:r>
      <w:r>
        <w:rPr>
          <w:rFonts w:ascii="Century Gothic" w:hAnsi="Century Gothic"/>
          <w:sz w:val="20"/>
          <w:szCs w:val="20"/>
        </w:rPr>
        <w:t xml:space="preserve">1)Review Morning Work from DOL 2)2 min. sort spelling on the board pass the marker 3)Review singular possessive nouns pg 98 by tell &amp; release answers 4)Singular Possessive Nouns Test 5) Spelling Game if time </w:t>
      </w:r>
    </w:p>
    <w:p w:rsidR="00CF7155" w:rsidRDefault="00CF7155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Materials- </w:t>
      </w:r>
      <w:r>
        <w:rPr>
          <w:rFonts w:ascii="Century Gothic" w:hAnsi="Century Gothic"/>
          <w:sz w:val="20"/>
          <w:szCs w:val="20"/>
        </w:rPr>
        <w:t>DOL, Grammar &amp; Writing, Paper, Pencil, Singular Possessive Nouns Test</w:t>
      </w:r>
    </w:p>
    <w:p w:rsidR="00CF7155" w:rsidRDefault="00CF7155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Thursday-</w:t>
      </w:r>
      <w:r>
        <w:rPr>
          <w:rFonts w:ascii="Century Gothic" w:hAnsi="Century Gothic"/>
          <w:sz w:val="20"/>
          <w:szCs w:val="20"/>
        </w:rPr>
        <w:t xml:space="preserve"> COS 3.1, 3.9, 3.11 Obj. Spell Unit 9 correctly for a Spelling Test</w:t>
      </w:r>
    </w:p>
    <w:p w:rsidR="00CF7155" w:rsidRDefault="00CF7155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Activities-</w:t>
      </w:r>
      <w:r>
        <w:rPr>
          <w:rFonts w:ascii="Century Gothic" w:hAnsi="Century Gothic"/>
          <w:sz w:val="20"/>
          <w:szCs w:val="20"/>
        </w:rPr>
        <w:t xml:space="preserve"> 1)Review Morning Work from DOL 2)Spelling Test 3)Writing Workshop with a prompt related to weekly story </w:t>
      </w:r>
    </w:p>
    <w:p w:rsidR="00CF7155" w:rsidRDefault="00CF7155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Materials- </w:t>
      </w:r>
      <w:r>
        <w:rPr>
          <w:rFonts w:ascii="Century Gothic" w:hAnsi="Century Gothic"/>
          <w:sz w:val="20"/>
          <w:szCs w:val="20"/>
        </w:rPr>
        <w:t xml:space="preserve">Paper, Pencil, Loose leaf paper </w:t>
      </w:r>
    </w:p>
    <w:p w:rsidR="00CF7155" w:rsidRDefault="00CF7155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Friday-</w:t>
      </w:r>
      <w:r>
        <w:rPr>
          <w:rFonts w:ascii="Century Gothic" w:hAnsi="Century Gothic"/>
          <w:sz w:val="20"/>
          <w:szCs w:val="20"/>
        </w:rPr>
        <w:t xml:space="preserve"> COS 3.9 Obj. SW- Practice write spelling list neatly in print, identify spelling list pattern</w:t>
      </w:r>
    </w:p>
    <w:p w:rsidR="00CF7155" w:rsidRDefault="00CF7155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Activities-</w:t>
      </w:r>
      <w:r>
        <w:rPr>
          <w:rFonts w:ascii="Century Gothic" w:hAnsi="Century Gothic"/>
          <w:sz w:val="20"/>
          <w:szCs w:val="20"/>
        </w:rPr>
        <w:t xml:space="preserve"> 1)TW model say, write, &amp; discuss next week’s spelling words on the board orally; SW write spelling words neatly onto the Family Times Reading Workbook Page for next week’s story 2)SW read/discuss Newsletter, Spelling List, Word of the Week, &amp; Homework Packet 3)SW journal write from a topic provided by the teacher, &amp; illustrate a picture.</w:t>
      </w:r>
    </w:p>
    <w:p w:rsidR="00CF7155" w:rsidRPr="008F4A5D" w:rsidRDefault="00CF7155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Materials- </w:t>
      </w:r>
      <w:r>
        <w:rPr>
          <w:rFonts w:ascii="Century Gothic" w:hAnsi="Century Gothic"/>
          <w:sz w:val="20"/>
          <w:szCs w:val="20"/>
        </w:rPr>
        <w:t>Spelling List, Newsletter, Family Times Workbook Page, Homework Packet, Paper, Pencil, Colors</w:t>
      </w:r>
    </w:p>
    <w:p w:rsidR="00CF7155" w:rsidRPr="00420374" w:rsidRDefault="00CF7155">
      <w:pPr>
        <w:rPr>
          <w:rFonts w:ascii="Century Gothic" w:hAnsi="Century Gothic"/>
          <w:sz w:val="20"/>
          <w:szCs w:val="20"/>
        </w:rPr>
      </w:pPr>
      <w:r w:rsidRPr="00420374">
        <w:rPr>
          <w:rFonts w:ascii="Century Gothic" w:hAnsi="Century Gothic"/>
          <w:sz w:val="20"/>
          <w:szCs w:val="20"/>
        </w:rPr>
        <w:tab/>
      </w:r>
      <w:r w:rsidRPr="00420374">
        <w:rPr>
          <w:rFonts w:ascii="Century Gothic" w:hAnsi="Century Gothic"/>
          <w:sz w:val="20"/>
          <w:szCs w:val="20"/>
        </w:rPr>
        <w:tab/>
      </w:r>
    </w:p>
    <w:sectPr w:rsidR="00CF7155" w:rsidRPr="00420374" w:rsidSect="00F63E7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20374"/>
    <w:rsid w:val="000E793D"/>
    <w:rsid w:val="00420374"/>
    <w:rsid w:val="00575E2D"/>
    <w:rsid w:val="005A51A7"/>
    <w:rsid w:val="008412C6"/>
    <w:rsid w:val="008E7DE6"/>
    <w:rsid w:val="008F4A5D"/>
    <w:rsid w:val="00971963"/>
    <w:rsid w:val="00AF623A"/>
    <w:rsid w:val="00B22DDA"/>
    <w:rsid w:val="00BD7829"/>
    <w:rsid w:val="00C00640"/>
    <w:rsid w:val="00CF7155"/>
    <w:rsid w:val="00E84BA9"/>
    <w:rsid w:val="00E95CE9"/>
    <w:rsid w:val="00F63E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3E76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</TotalTime>
  <Pages>1</Pages>
  <Words>352</Words>
  <Characters>2012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3rd Grade Language Lesson Plans for Mrs</dc:title>
  <dc:subject/>
  <dc:creator>Pluitt and Bambi</dc:creator>
  <cp:keywords/>
  <dc:description/>
  <cp:lastModifiedBy>bdean</cp:lastModifiedBy>
  <cp:revision>2</cp:revision>
  <cp:lastPrinted>2011-09-02T00:12:00Z</cp:lastPrinted>
  <dcterms:created xsi:type="dcterms:W3CDTF">2011-09-15T14:50:00Z</dcterms:created>
  <dcterms:modified xsi:type="dcterms:W3CDTF">2011-09-15T14:50:00Z</dcterms:modified>
</cp:coreProperties>
</file>